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9A" w:rsidRPr="00130D5B" w:rsidRDefault="0089169A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89169A" w:rsidRPr="00130D5B" w:rsidRDefault="0089169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89169A" w:rsidRPr="00130D5B" w:rsidRDefault="0089169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89169A" w:rsidRPr="00130D5B" w:rsidRDefault="0089169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89169A" w:rsidRDefault="0089169A" w:rsidP="005C6308">
      <w:pPr>
        <w:jc w:val="both"/>
        <w:rPr>
          <w:lang w:eastAsia="ko-KR"/>
        </w:rPr>
      </w:pPr>
    </w:p>
    <w:p w:rsidR="0089169A" w:rsidRDefault="0089169A" w:rsidP="005C6308">
      <w:pPr>
        <w:jc w:val="both"/>
        <w:rPr>
          <w:lang w:eastAsia="ko-KR"/>
        </w:rPr>
      </w:pPr>
    </w:p>
    <w:p w:rsidR="0089169A" w:rsidRPr="00DC3AD2" w:rsidRDefault="0089169A" w:rsidP="005C6308">
      <w:pPr>
        <w:jc w:val="both"/>
        <w:rPr>
          <w:lang w:eastAsia="ko-KR"/>
        </w:rPr>
      </w:pPr>
    </w:p>
    <w:p w:rsidR="0089169A" w:rsidRDefault="0089169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89169A" w:rsidRPr="00B16FBD" w:rsidRDefault="0089169A" w:rsidP="00130D5B">
      <w:pPr>
        <w:jc w:val="center"/>
        <w:rPr>
          <w:b/>
        </w:rPr>
      </w:pPr>
      <w:r>
        <w:rPr>
          <w:b/>
        </w:rPr>
        <w:t>№</w:t>
      </w:r>
      <w:r w:rsidRPr="000B378F">
        <w:rPr>
          <w:b/>
          <w:lang w:val="ru-RU"/>
        </w:rPr>
        <w:t xml:space="preserve"> 426</w:t>
      </w:r>
      <w:r>
        <w:rPr>
          <w:b/>
        </w:rPr>
        <w:t>/</w:t>
      </w:r>
      <w:r w:rsidRPr="000B378F">
        <w:rPr>
          <w:b/>
          <w:lang w:val="ru-RU"/>
        </w:rPr>
        <w:t>05.12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89169A" w:rsidRDefault="0089169A" w:rsidP="00130D5B">
      <w:pPr>
        <w:jc w:val="center"/>
        <w:rPr>
          <w:b/>
        </w:rPr>
      </w:pPr>
      <w:r>
        <w:rPr>
          <w:b/>
        </w:rPr>
        <w:t>гр. Монтана</w:t>
      </w:r>
    </w:p>
    <w:p w:rsidR="0089169A" w:rsidRPr="00B16FBD" w:rsidRDefault="0089169A" w:rsidP="00130D5B">
      <w:pPr>
        <w:jc w:val="center"/>
        <w:rPr>
          <w:b/>
        </w:rPr>
      </w:pPr>
    </w:p>
    <w:p w:rsidR="0089169A" w:rsidRDefault="0089169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89169A" w:rsidRPr="00B16FBD" w:rsidRDefault="0089169A" w:rsidP="00130D5B">
      <w:pPr>
        <w:jc w:val="both"/>
      </w:pPr>
    </w:p>
    <w:p w:rsidR="0089169A" w:rsidRDefault="0089169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89169A" w:rsidRPr="00B16FBD" w:rsidRDefault="0089169A" w:rsidP="00130D5B">
      <w:pPr>
        <w:jc w:val="center"/>
        <w:rPr>
          <w:b/>
        </w:rPr>
      </w:pPr>
    </w:p>
    <w:p w:rsidR="0089169A" w:rsidRDefault="0089169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  <w:lang w:eastAsia="ko-KR"/>
        </w:rPr>
        <w:t>Балювица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89169A" w:rsidRDefault="0089169A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89169A" w:rsidRPr="005E6FE4" w:rsidRDefault="0089169A" w:rsidP="00130D5B">
      <w:pPr>
        <w:jc w:val="both"/>
        <w:rPr>
          <w:rFonts w:eastAsia="MS Mincho"/>
          <w:lang w:eastAsia="ja-JP"/>
        </w:rPr>
      </w:pPr>
    </w:p>
    <w:tbl>
      <w:tblPr>
        <w:tblW w:w="9124" w:type="dxa"/>
        <w:tblInd w:w="93" w:type="dxa"/>
        <w:tblLook w:val="0000"/>
      </w:tblPr>
      <w:tblGrid>
        <w:gridCol w:w="615"/>
        <w:gridCol w:w="3120"/>
        <w:gridCol w:w="1238"/>
        <w:gridCol w:w="1568"/>
        <w:gridCol w:w="1417"/>
        <w:gridCol w:w="1166"/>
      </w:tblGrid>
      <w:tr w:rsidR="0089169A" w:rsidRPr="00E41FCB" w:rsidTr="00CF628B">
        <w:trPr>
          <w:trHeight w:val="189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5E6FE4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8.74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3.63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9.65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12.79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31.62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45.00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14.24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12.98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2.50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14.20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9.71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7.96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14.25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3.51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7.01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5.72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34035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5.61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34060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18.79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34061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18.28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34062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10.64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34080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2.91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35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35039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5.23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4.82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19.12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44.28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11.05</w:t>
            </w:r>
          </w:p>
        </w:tc>
      </w:tr>
      <w:tr w:rsidR="0089169A" w:rsidRPr="00E41FCB" w:rsidTr="00CF628B">
        <w:trPr>
          <w:trHeight w:val="30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E41FCB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19.48</w:t>
            </w:r>
          </w:p>
        </w:tc>
      </w:tr>
      <w:tr w:rsidR="0089169A" w:rsidRPr="00E41FCB" w:rsidTr="005E6FE4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5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E41FCB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rPr>
                <w:rFonts w:eastAsia="PMingLiU" w:cs="Times New Roman"/>
                <w:lang w:val="en-US" w:eastAsia="zh-TW"/>
              </w:rPr>
            </w:pPr>
            <w:r w:rsidRPr="00E41FCB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69A" w:rsidRPr="00E41FCB" w:rsidRDefault="0089169A" w:rsidP="00E41FC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E41FCB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383.66</w:t>
            </w:r>
          </w:p>
        </w:tc>
      </w:tr>
    </w:tbl>
    <w:p w:rsidR="0089169A" w:rsidRPr="0060719E" w:rsidRDefault="0089169A" w:rsidP="00130D5B">
      <w:pPr>
        <w:jc w:val="both"/>
        <w:rPr>
          <w:rFonts w:eastAsia="MS Mincho"/>
          <w:lang w:eastAsia="ja-JP"/>
        </w:rPr>
      </w:pPr>
    </w:p>
    <w:p w:rsidR="0089169A" w:rsidRPr="00B82E43" w:rsidRDefault="0089169A" w:rsidP="00130D5B">
      <w:pPr>
        <w:jc w:val="both"/>
        <w:rPr>
          <w:rFonts w:eastAsia="MS Mincho"/>
          <w:lang w:eastAsia="ja-JP"/>
        </w:rPr>
      </w:pPr>
    </w:p>
    <w:p w:rsidR="0089169A" w:rsidRDefault="0089169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9169A" w:rsidRDefault="0089169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89169A" w:rsidRDefault="0089169A" w:rsidP="00130D5B">
      <w:pPr>
        <w:ind w:firstLine="720"/>
        <w:jc w:val="both"/>
        <w:rPr>
          <w:b/>
        </w:rPr>
      </w:pPr>
    </w:p>
    <w:p w:rsidR="0089169A" w:rsidRPr="00A77114" w:rsidRDefault="0089169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89169A" w:rsidRPr="00A77114" w:rsidRDefault="0089169A" w:rsidP="00130D5B">
      <w:pPr>
        <w:ind w:firstLine="567"/>
        <w:jc w:val="both"/>
        <w:rPr>
          <w:b/>
          <w:lang w:val="ru-RU"/>
        </w:rPr>
      </w:pPr>
    </w:p>
    <w:p w:rsidR="0089169A" w:rsidRPr="00A77114" w:rsidRDefault="0089169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89169A" w:rsidRPr="00A77114" w:rsidRDefault="0089169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89169A" w:rsidRPr="00A77114" w:rsidRDefault="0089169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89169A" w:rsidRDefault="0089169A" w:rsidP="00130D5B">
      <w:pPr>
        <w:ind w:firstLine="720"/>
        <w:jc w:val="both"/>
        <w:rPr>
          <w:b/>
        </w:rPr>
      </w:pPr>
    </w:p>
    <w:p w:rsidR="0089169A" w:rsidRDefault="0089169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9169A" w:rsidRDefault="0089169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с.Балювица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89169A" w:rsidRDefault="0089169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89169A" w:rsidRPr="000F6DCA" w:rsidRDefault="0089169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89169A" w:rsidRDefault="0089169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9169A" w:rsidRDefault="0089169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89169A" w:rsidRDefault="0089169A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89169A" w:rsidRPr="000B378F" w:rsidRDefault="0089169A" w:rsidP="00130D5B">
      <w:pPr>
        <w:jc w:val="both"/>
        <w:rPr>
          <w:b/>
          <w:lang w:val="ru-RU"/>
        </w:rPr>
      </w:pPr>
    </w:p>
    <w:p w:rsidR="0089169A" w:rsidRDefault="0089169A" w:rsidP="00130D5B">
      <w:pPr>
        <w:jc w:val="both"/>
        <w:rPr>
          <w:b/>
          <w:lang w:val="ru-RU"/>
        </w:rPr>
      </w:pPr>
    </w:p>
    <w:p w:rsidR="0089169A" w:rsidRPr="001453E6" w:rsidRDefault="0089169A" w:rsidP="00130D5B">
      <w:pPr>
        <w:jc w:val="both"/>
        <w:rPr>
          <w:b/>
          <w:lang w:val="ru-RU"/>
        </w:rPr>
      </w:pPr>
    </w:p>
    <w:p w:rsidR="0089169A" w:rsidRDefault="0089169A" w:rsidP="00130D5B">
      <w:pPr>
        <w:jc w:val="both"/>
        <w:rPr>
          <w:b/>
        </w:rPr>
      </w:pPr>
      <w:r>
        <w:rPr>
          <w:b/>
        </w:rPr>
        <w:t xml:space="preserve">Д-Р ВИОЛЕТА ГЕРГОВА/П/ </w:t>
      </w:r>
    </w:p>
    <w:p w:rsidR="0089169A" w:rsidRDefault="0089169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89169A" w:rsidRPr="003F1D2B" w:rsidRDefault="0089169A" w:rsidP="003F1D2B">
      <w:pPr>
        <w:jc w:val="both"/>
        <w:rPr>
          <w:i/>
          <w:lang w:val="en-US"/>
        </w:rPr>
      </w:pPr>
    </w:p>
    <w:p w:rsidR="0089169A" w:rsidRDefault="0089169A" w:rsidP="00561877">
      <w:pPr>
        <w:jc w:val="both"/>
      </w:pPr>
    </w:p>
    <w:p w:rsidR="0089169A" w:rsidRDefault="0089169A" w:rsidP="00561877">
      <w:pPr>
        <w:jc w:val="both"/>
      </w:pPr>
    </w:p>
    <w:p w:rsidR="0089169A" w:rsidRDefault="0089169A" w:rsidP="00561877">
      <w:pPr>
        <w:jc w:val="both"/>
      </w:pPr>
      <w:r>
        <w:t>АК/ГДАР</w:t>
      </w:r>
    </w:p>
    <w:sectPr w:rsidR="0089169A" w:rsidSect="006B3D67">
      <w:footerReference w:type="even" r:id="rId8"/>
      <w:footerReference w:type="default" r:id="rId9"/>
      <w:pgSz w:w="11906" w:h="16838" w:code="9"/>
      <w:pgMar w:top="851" w:right="1134" w:bottom="79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69A" w:rsidRDefault="0089169A">
      <w:r>
        <w:separator/>
      </w:r>
    </w:p>
  </w:endnote>
  <w:endnote w:type="continuationSeparator" w:id="0">
    <w:p w:rsidR="0089169A" w:rsidRDefault="0089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69A" w:rsidRDefault="008916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169A" w:rsidRDefault="0089169A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69A" w:rsidRDefault="008916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9169A" w:rsidRDefault="0089169A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69A" w:rsidRDefault="0089169A">
      <w:r>
        <w:separator/>
      </w:r>
    </w:p>
  </w:footnote>
  <w:footnote w:type="continuationSeparator" w:id="0">
    <w:p w:rsidR="0089169A" w:rsidRDefault="008916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B378F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483E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09F0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1D2B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2F77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3D72"/>
    <w:rsid w:val="00586561"/>
    <w:rsid w:val="00587FF3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6FE4"/>
    <w:rsid w:val="005E7CF6"/>
    <w:rsid w:val="005F0062"/>
    <w:rsid w:val="00606AB7"/>
    <w:rsid w:val="0060719E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3D67"/>
    <w:rsid w:val="006B4773"/>
    <w:rsid w:val="006B6EA3"/>
    <w:rsid w:val="006C3C10"/>
    <w:rsid w:val="006C3D39"/>
    <w:rsid w:val="006C4614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6F5C4F"/>
    <w:rsid w:val="0070221D"/>
    <w:rsid w:val="0070251B"/>
    <w:rsid w:val="00706542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4A2F"/>
    <w:rsid w:val="00884544"/>
    <w:rsid w:val="008871A9"/>
    <w:rsid w:val="0089169A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41E5"/>
    <w:rsid w:val="009467F5"/>
    <w:rsid w:val="00946D35"/>
    <w:rsid w:val="00954DB2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05BF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B21"/>
    <w:rsid w:val="00CD5D8D"/>
    <w:rsid w:val="00CD6329"/>
    <w:rsid w:val="00CE3346"/>
    <w:rsid w:val="00CE39FF"/>
    <w:rsid w:val="00CE3F78"/>
    <w:rsid w:val="00CE5269"/>
    <w:rsid w:val="00CF4996"/>
    <w:rsid w:val="00CF628B"/>
    <w:rsid w:val="00D042E4"/>
    <w:rsid w:val="00D14523"/>
    <w:rsid w:val="00D14D79"/>
    <w:rsid w:val="00D150C7"/>
    <w:rsid w:val="00D3382D"/>
    <w:rsid w:val="00D512CF"/>
    <w:rsid w:val="00D51A2A"/>
    <w:rsid w:val="00D522E3"/>
    <w:rsid w:val="00D63D4E"/>
    <w:rsid w:val="00D65C1C"/>
    <w:rsid w:val="00D6602B"/>
    <w:rsid w:val="00D6765A"/>
    <w:rsid w:val="00D809BC"/>
    <w:rsid w:val="00D809D7"/>
    <w:rsid w:val="00D8574D"/>
    <w:rsid w:val="00D8615C"/>
    <w:rsid w:val="00D921D2"/>
    <w:rsid w:val="00D92A91"/>
    <w:rsid w:val="00D9333B"/>
    <w:rsid w:val="00D941A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0B71"/>
    <w:rsid w:val="00E41FCB"/>
    <w:rsid w:val="00E4323C"/>
    <w:rsid w:val="00E43729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2AA7"/>
    <w:rsid w:val="00F000CF"/>
    <w:rsid w:val="00F01255"/>
    <w:rsid w:val="00F07625"/>
    <w:rsid w:val="00F21511"/>
    <w:rsid w:val="00F27D98"/>
    <w:rsid w:val="00F27E4B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112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E5455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27D98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84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652</Words>
  <Characters>3718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8</cp:revision>
  <cp:lastPrinted>2018-12-05T09:33:00Z</cp:lastPrinted>
  <dcterms:created xsi:type="dcterms:W3CDTF">2018-12-04T08:33:00Z</dcterms:created>
  <dcterms:modified xsi:type="dcterms:W3CDTF">2018-12-05T09:42:00Z</dcterms:modified>
</cp:coreProperties>
</file>